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B8B" w:rsidRDefault="006E19CD" w:rsidP="006E19CD">
      <w:pPr>
        <w:jc w:val="center"/>
        <w:rPr>
          <w:rFonts w:ascii="Brush Script Std" w:hAnsi="Brush Script Std"/>
          <w:sz w:val="96"/>
        </w:rPr>
      </w:pPr>
      <w:r>
        <w:rPr>
          <w:rFonts w:ascii="Brush Script Std" w:hAnsi="Brush Script Std"/>
          <w:noProof/>
          <w:sz w:val="96"/>
        </w:rPr>
        <w:drawing>
          <wp:anchor distT="0" distB="0" distL="114300" distR="114300" simplePos="0" relativeHeight="251677696" behindDoc="0" locked="0" layoutInCell="1" allowOverlap="1" wp14:anchorId="47FC573D" wp14:editId="36ABA37D">
            <wp:simplePos x="0" y="0"/>
            <wp:positionH relativeFrom="column">
              <wp:posOffset>5248275</wp:posOffset>
            </wp:positionH>
            <wp:positionV relativeFrom="paragraph">
              <wp:posOffset>9525</wp:posOffset>
            </wp:positionV>
            <wp:extent cx="1276350" cy="931108"/>
            <wp:effectExtent l="0" t="0" r="0" b="254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OODTRUCKINSURANC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31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0E0" w:rsidRPr="00CB1F46">
        <w:rPr>
          <w:rFonts w:ascii="Brush Script Std" w:hAnsi="Brush Script Std"/>
          <w:sz w:val="96"/>
        </w:rPr>
        <w:t>Design Brief</w:t>
      </w:r>
    </w:p>
    <w:p w:rsidR="000B6B8B" w:rsidRPr="000B6B8B" w:rsidRDefault="006E19CD" w:rsidP="000B6B8B">
      <w:pPr>
        <w:rPr>
          <w:rFonts w:ascii="Brush Script Std" w:hAnsi="Brush Script Std"/>
          <w:sz w:val="5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9BC1DAF" wp14:editId="10CB6B7D">
                <wp:simplePos x="0" y="0"/>
                <wp:positionH relativeFrom="page">
                  <wp:posOffset>2286000</wp:posOffset>
                </wp:positionH>
                <wp:positionV relativeFrom="paragraph">
                  <wp:posOffset>27305</wp:posOffset>
                </wp:positionV>
                <wp:extent cx="5448300" cy="78676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3F0" w:rsidRPr="000B6B8B" w:rsidRDefault="001243F0">
                            <w:pPr>
                              <w:rPr>
                                <w:b/>
                              </w:rPr>
                            </w:pPr>
                            <w:r w:rsidRPr="000B6B8B">
                              <w:rPr>
                                <w:b/>
                              </w:rPr>
                              <w:t>You are you own hero</w:t>
                            </w:r>
                            <w:r w:rsidR="000B6B8B" w:rsidRPr="000B6B8B">
                              <w:rPr>
                                <w:b/>
                              </w:rPr>
                              <w:t xml:space="preserve">.  </w:t>
                            </w:r>
                            <w:r w:rsidRPr="000B6B8B">
                              <w:rPr>
                                <w:b/>
                              </w:rPr>
                              <w:t>What would your logo be?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C1D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2.15pt;width:429pt;height:61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" filled="f" stroked="f">
                <v:textbox>
                  <w:txbxContent>
                    <w:p w:rsidR="001243F0" w:rsidRPr="000B6B8B" w:rsidRDefault="001243F0">
                      <w:pPr>
                        <w:rPr>
                          <w:b/>
                        </w:rPr>
                      </w:pPr>
                      <w:r w:rsidRPr="000B6B8B">
                        <w:rPr>
                          <w:b/>
                        </w:rPr>
                        <w:t>You are you own hero</w:t>
                      </w:r>
                      <w:r w:rsidR="000B6B8B" w:rsidRPr="000B6B8B">
                        <w:rPr>
                          <w:b/>
                        </w:rPr>
                        <w:t xml:space="preserve">.  </w:t>
                      </w:r>
                      <w:r w:rsidRPr="000B6B8B">
                        <w:rPr>
                          <w:b/>
                        </w:rPr>
                        <w:t>What would your logo be?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1F46" w:rsidRDefault="006E19CD" w:rsidP="00CB1F46">
      <w:pPr>
        <w:pStyle w:val="ListParagraph"/>
        <w:numPr>
          <w:ilvl w:val="0"/>
          <w:numId w:val="2"/>
        </w:numPr>
        <w:spacing w:line="1080" w:lineRule="auto"/>
      </w:pPr>
      <w:r>
        <w:t xml:space="preserve">What type of food would your food truck sell? </w:t>
      </w:r>
    </w:p>
    <w:p w:rsidR="006D20E0" w:rsidRDefault="00CB1F46" w:rsidP="00CB1F46">
      <w:pPr>
        <w:pStyle w:val="ListParagraph"/>
        <w:numPr>
          <w:ilvl w:val="0"/>
          <w:numId w:val="2"/>
        </w:numPr>
        <w:spacing w:line="108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0B4DD1" wp14:editId="60B51E3F">
            <wp:simplePos x="0" y="0"/>
            <wp:positionH relativeFrom="margin">
              <wp:align>center</wp:align>
            </wp:positionH>
            <wp:positionV relativeFrom="paragraph">
              <wp:posOffset>401955</wp:posOffset>
            </wp:positionV>
            <wp:extent cx="5829242" cy="5446395"/>
            <wp:effectExtent l="0" t="0" r="63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9" t="16922" r="16827" b="7949"/>
                    <a:stretch/>
                  </pic:blipFill>
                  <pic:spPr bwMode="auto">
                    <a:xfrm>
                      <a:off x="0" y="0"/>
                      <a:ext cx="5829242" cy="544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0E0">
        <w:t>Choose 3 logo types you enjoy</w:t>
      </w:r>
    </w:p>
    <w:p w:rsidR="00CB1F46" w:rsidRDefault="00CB1F46" w:rsidP="00CB1F46">
      <w:pPr>
        <w:pStyle w:val="ListParagraph"/>
      </w:pPr>
    </w:p>
    <w:p w:rsidR="00CB1F46" w:rsidRDefault="00CB1F46" w:rsidP="00CB1F46"/>
    <w:p w:rsidR="00CB1F46" w:rsidRDefault="00CB1F46" w:rsidP="00CB1F46"/>
    <w:p w:rsidR="00CB1F46" w:rsidRDefault="000B6B8B" w:rsidP="00CB1F4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573F3" wp14:editId="121DF637">
                <wp:simplePos x="0" y="0"/>
                <wp:positionH relativeFrom="column">
                  <wp:posOffset>864085</wp:posOffset>
                </wp:positionH>
                <wp:positionV relativeFrom="paragraph">
                  <wp:posOffset>60754</wp:posOffset>
                </wp:positionV>
                <wp:extent cx="90714" cy="95250"/>
                <wp:effectExtent l="0" t="0" r="2413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14" cy="95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9EE47" id="Rectangle 13" o:spid="_x0000_s1026" style="position:absolute;margin-left:68.05pt;margin-top:4.8pt;width:7.1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" fillcolor="white [3201]" strokecolor="black [3213]" strokeweight="1pt"/>
            </w:pict>
          </mc:Fallback>
        </mc:AlternateContent>
      </w:r>
    </w:p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0B6B8B" w:rsidRDefault="000B6B8B" w:rsidP="000B6B8B">
      <w:pPr>
        <w:pStyle w:val="ListParagraph"/>
      </w:pPr>
    </w:p>
    <w:p w:rsidR="006E19CD" w:rsidRDefault="006E19CD" w:rsidP="000B6B8B">
      <w:pPr>
        <w:pStyle w:val="ListParagraph"/>
      </w:pPr>
    </w:p>
    <w:p w:rsidR="006E19CD" w:rsidRDefault="006E19CD" w:rsidP="000B6B8B">
      <w:pPr>
        <w:pStyle w:val="ListParagraph"/>
      </w:pPr>
    </w:p>
    <w:p w:rsidR="006E19CD" w:rsidRDefault="006E19CD" w:rsidP="000B6B8B">
      <w:pPr>
        <w:pStyle w:val="ListParagraph"/>
      </w:pPr>
    </w:p>
    <w:p w:rsidR="006E19CD" w:rsidRDefault="006E19CD" w:rsidP="000B6B8B">
      <w:pPr>
        <w:pStyle w:val="ListParagraph"/>
      </w:pPr>
    </w:p>
    <w:p w:rsidR="006E19CD" w:rsidRDefault="006E19CD" w:rsidP="000B6B8B">
      <w:pPr>
        <w:pStyle w:val="ListParagraph"/>
      </w:pPr>
    </w:p>
    <w:p w:rsidR="000B6B8B" w:rsidRDefault="000B6B8B" w:rsidP="000B6B8B">
      <w:pPr>
        <w:pStyle w:val="ListParagraph"/>
      </w:pPr>
    </w:p>
    <w:p w:rsidR="006D20E0" w:rsidRDefault="006D20E0" w:rsidP="00CB1F46">
      <w:pPr>
        <w:pStyle w:val="ListParagraph"/>
        <w:numPr>
          <w:ilvl w:val="0"/>
          <w:numId w:val="2"/>
        </w:numPr>
      </w:pPr>
      <w:r>
        <w:lastRenderedPageBreak/>
        <w:t>What values should your logo communicate?</w:t>
      </w:r>
      <w:r w:rsidR="00CB1F46">
        <w:t xml:space="preserve"> Place an X on the line where your logo would fall</w:t>
      </w:r>
    </w:p>
    <w:p w:rsidR="00C36942" w:rsidRDefault="00C36942" w:rsidP="00C36942">
      <w:pPr>
        <w:pStyle w:val="ListParagraph"/>
      </w:pPr>
    </w:p>
    <w:p w:rsidR="002B0BB5" w:rsidRDefault="002B0BB5" w:rsidP="002B0BB5">
      <w:pPr>
        <w:pStyle w:val="ListParagraph"/>
      </w:pPr>
    </w:p>
    <w:p w:rsidR="006D20E0" w:rsidRDefault="00CB1F46" w:rsidP="008D62C8">
      <w:pPr>
        <w:spacing w:line="36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8A7C4" wp14:editId="7928D3C8">
                <wp:simplePos x="0" y="0"/>
                <wp:positionH relativeFrom="column">
                  <wp:posOffset>838200</wp:posOffset>
                </wp:positionH>
                <wp:positionV relativeFrom="paragraph">
                  <wp:posOffset>102235</wp:posOffset>
                </wp:positionV>
                <wp:extent cx="4572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2D82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05pt" to="426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6D20E0">
        <w:t>Feminine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20E0">
        <w:t>Masculine</w:t>
      </w:r>
    </w:p>
    <w:p w:rsidR="006D20E0" w:rsidRDefault="00CB1F46" w:rsidP="00CB1F46">
      <w:pPr>
        <w:spacing w:line="360" w:lineRule="auto"/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187BC" wp14:editId="08D0F651">
                <wp:simplePos x="0" y="0"/>
                <wp:positionH relativeFrom="column">
                  <wp:posOffset>838200</wp:posOffset>
                </wp:positionH>
                <wp:positionV relativeFrom="paragraph">
                  <wp:posOffset>103505</wp:posOffset>
                </wp:positionV>
                <wp:extent cx="4572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7F108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5pt" to="42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Young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20E0">
        <w:t>Mature</w:t>
      </w:r>
    </w:p>
    <w:p w:rsidR="006D20E0" w:rsidRDefault="008D62C8" w:rsidP="00CB1F46">
      <w:pPr>
        <w:spacing w:line="360" w:lineRule="auto"/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37956" wp14:editId="24E2B0A9">
                <wp:simplePos x="0" y="0"/>
                <wp:positionH relativeFrom="column">
                  <wp:posOffset>838200</wp:posOffset>
                </wp:positionH>
                <wp:positionV relativeFrom="paragraph">
                  <wp:posOffset>111760</wp:posOffset>
                </wp:positionV>
                <wp:extent cx="4572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B85EC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8pt" to="42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Luxury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  <w:t>Economical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A003C2" wp14:editId="40BD0471">
                <wp:simplePos x="0" y="0"/>
                <wp:positionH relativeFrom="column">
                  <wp:posOffset>838200</wp:posOffset>
                </wp:positionH>
                <wp:positionV relativeFrom="paragraph">
                  <wp:posOffset>95885</wp:posOffset>
                </wp:positionV>
                <wp:extent cx="4572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CF378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7.55pt" to="426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Modern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Classic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0F1A93" wp14:editId="6C7B5C61">
                <wp:simplePos x="0" y="0"/>
                <wp:positionH relativeFrom="column">
                  <wp:posOffset>838200</wp:posOffset>
                </wp:positionH>
                <wp:positionV relativeFrom="paragraph">
                  <wp:posOffset>102870</wp:posOffset>
                </wp:positionV>
                <wp:extent cx="45720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9A6AA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pt" to="42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Playful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Serious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7A081" wp14:editId="0FA53348">
                <wp:simplePos x="0" y="0"/>
                <wp:positionH relativeFrom="column">
                  <wp:posOffset>838200</wp:posOffset>
                </wp:positionH>
                <wp:positionV relativeFrom="paragraph">
                  <wp:posOffset>111125</wp:posOffset>
                </wp:positionV>
                <wp:extent cx="45720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2517B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75pt" to="42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Loud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Quiet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25BAE7" wp14:editId="7F801298">
                <wp:simplePos x="0" y="0"/>
                <wp:positionH relativeFrom="column">
                  <wp:posOffset>819150</wp:posOffset>
                </wp:positionH>
                <wp:positionV relativeFrom="paragraph">
                  <wp:posOffset>87630</wp:posOffset>
                </wp:positionV>
                <wp:extent cx="45720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9817A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6.9pt" to="424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Simple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Complex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55250F" wp14:editId="687B63A0">
                <wp:simplePos x="0" y="0"/>
                <wp:positionH relativeFrom="column">
                  <wp:posOffset>819150</wp:posOffset>
                </wp:positionH>
                <wp:positionV relativeFrom="paragraph">
                  <wp:posOffset>95250</wp:posOffset>
                </wp:positionV>
                <wp:extent cx="45720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6B1A4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7.5pt" to="424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Subtle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Obvious</w:t>
      </w:r>
    </w:p>
    <w:p w:rsidR="006D20E0" w:rsidRPr="008D62C8" w:rsidRDefault="006D20E0">
      <w:pPr>
        <w:rPr>
          <w:rFonts w:cstheme="minorHAnsi"/>
        </w:rPr>
      </w:pPr>
    </w:p>
    <w:p w:rsidR="006D20E0" w:rsidRDefault="00C36942" w:rsidP="002B0BB5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What colors would you like to include into your design</w:t>
      </w:r>
      <w:r w:rsidR="006D20E0" w:rsidRPr="002B0BB5">
        <w:rPr>
          <w:rFonts w:cstheme="minorHAnsi"/>
        </w:rPr>
        <w:t>?</w:t>
      </w:r>
    </w:p>
    <w:p w:rsidR="005515C2" w:rsidRDefault="005515C2" w:rsidP="005515C2">
      <w:pPr>
        <w:rPr>
          <w:rFonts w:cstheme="minorHAnsi"/>
        </w:rPr>
      </w:pPr>
    </w:p>
    <w:p w:rsidR="005515C2" w:rsidRDefault="005515C2" w:rsidP="005515C2">
      <w:pPr>
        <w:rPr>
          <w:rFonts w:cstheme="minorHAnsi"/>
        </w:rPr>
      </w:pPr>
    </w:p>
    <w:p w:rsidR="00C36942" w:rsidRDefault="00C36942" w:rsidP="005515C2">
      <w:pPr>
        <w:rPr>
          <w:rFonts w:cstheme="minorHAnsi"/>
        </w:rPr>
      </w:pPr>
    </w:p>
    <w:p w:rsidR="005515C2" w:rsidRPr="005515C2" w:rsidRDefault="005515C2" w:rsidP="005515C2">
      <w:pPr>
        <w:rPr>
          <w:rFonts w:cstheme="minorHAnsi"/>
        </w:rPr>
      </w:pPr>
    </w:p>
    <w:p w:rsidR="006D20E0" w:rsidRPr="006D20E0" w:rsidRDefault="006D20E0" w:rsidP="002B0BB5">
      <w:pPr>
        <w:spacing w:before="240"/>
        <w:ind w:left="720"/>
        <w:rPr>
          <w:rFonts w:eastAsia="Times New Roman" w:cstheme="minorHAnsi"/>
          <w:i/>
        </w:rPr>
      </w:pPr>
      <w:r w:rsidRPr="00C36942">
        <w:rPr>
          <w:rFonts w:eastAsia="Times New Roman" w:cstheme="minorHAnsi"/>
          <w:b/>
          <w:bCs/>
          <w:i/>
          <w:shd w:val="clear" w:color="auto" w:fill="F4F4F6"/>
        </w:rPr>
        <w:t>Common associations</w:t>
      </w:r>
      <w:r w:rsidR="008D62C8" w:rsidRPr="00C36942">
        <w:rPr>
          <w:rFonts w:eastAsia="Times New Roman" w:cstheme="minorHAnsi"/>
          <w:b/>
          <w:bCs/>
          <w:i/>
          <w:shd w:val="clear" w:color="auto" w:fill="F4F4F6"/>
        </w:rPr>
        <w:t xml:space="preserve"> of colors</w:t>
      </w:r>
      <w:r w:rsidRPr="00C36942">
        <w:rPr>
          <w:rFonts w:eastAsia="Times New Roman" w:cstheme="minorHAnsi"/>
          <w:b/>
          <w:bCs/>
          <w:i/>
          <w:shd w:val="clear" w:color="auto" w:fill="F4F4F6"/>
        </w:rPr>
        <w:t xml:space="preserve"> in Western culture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240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Red: Passion, Anger, Vigor, Love, Danger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Yellow: Knowledge, Energy, Joy, Intellect, Youth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Green: Fertility, Wealth, Healing, Success, Growth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White: Purity, Healing, Perfection, Clean, Virtue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Blue: Knowledge, Trust, Tranquility, Calm, Peace, Cool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Black: Fear, Secrecy, Formal, Luxury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Purple: Royalty, Wisdom, Spirituality, Imagination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Orange: Creativity, Invigoration, Unique, Stimulation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Gray: Balance, Sophistication, Neutrality, Uncommitted</w:t>
      </w:r>
    </w:p>
    <w:p w:rsidR="00965C3C" w:rsidRDefault="006E19CD" w:rsidP="00965C3C">
      <w:pPr>
        <w:pStyle w:val="ListParagraph"/>
        <w:numPr>
          <w:ilvl w:val="0"/>
          <w:numId w:val="2"/>
        </w:numPr>
      </w:pPr>
      <w:r>
        <w:t xml:space="preserve">PINTEREST!  Please make a </w:t>
      </w:r>
      <w:proofErr w:type="spellStart"/>
      <w:r>
        <w:t>pinterest</w:t>
      </w:r>
      <w:proofErr w:type="spellEnd"/>
      <w:r>
        <w:t xml:space="preserve"> account and create a “Food Truck Inspiration” board that has at least 20 pins added to the board and share the board with Ms. </w:t>
      </w:r>
      <w:proofErr w:type="spellStart"/>
      <w:r>
        <w:t>blakely</w:t>
      </w:r>
      <w:proofErr w:type="spellEnd"/>
    </w:p>
    <w:p w:rsidR="00965C3C" w:rsidRDefault="00965C3C" w:rsidP="00965C3C">
      <w:bookmarkStart w:id="0" w:name="_GoBack"/>
      <w:bookmarkEnd w:id="0"/>
    </w:p>
    <w:p w:rsidR="00965C3C" w:rsidRDefault="00965C3C" w:rsidP="00965C3C"/>
    <w:p w:rsidR="00225AB4" w:rsidRDefault="007028FE" w:rsidP="006E19CD">
      <w:pPr>
        <w:pStyle w:val="ListParagraph"/>
        <w:numPr>
          <w:ilvl w:val="0"/>
          <w:numId w:val="2"/>
        </w:numPr>
      </w:pPr>
      <w:r>
        <w:t xml:space="preserve">Sketch it out </w:t>
      </w:r>
      <w:r w:rsidR="006E19CD">
        <w:t>by hand or digitally and start designing!</w:t>
      </w:r>
    </w:p>
    <w:p w:rsidR="006E19CD" w:rsidRDefault="006E19CD" w:rsidP="006E19CD">
      <w:pPr>
        <w:pStyle w:val="ListParagraph"/>
      </w:pPr>
    </w:p>
    <w:p w:rsidR="005515C2" w:rsidRDefault="005515C2" w:rsidP="005515C2"/>
    <w:p w:rsidR="005515C2" w:rsidRDefault="005515C2" w:rsidP="005515C2"/>
    <w:p w:rsidR="006D20E0" w:rsidRDefault="006D20E0"/>
    <w:sectPr w:rsidR="006D20E0" w:rsidSect="00CB1F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3EF1"/>
    <w:multiLevelType w:val="multilevel"/>
    <w:tmpl w:val="ACA8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D4574"/>
    <w:multiLevelType w:val="hybridMultilevel"/>
    <w:tmpl w:val="6F00F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757CB"/>
    <w:multiLevelType w:val="hybridMultilevel"/>
    <w:tmpl w:val="7DB06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E0"/>
    <w:rsid w:val="000B6B8B"/>
    <w:rsid w:val="001243F0"/>
    <w:rsid w:val="00225AB4"/>
    <w:rsid w:val="002B0BB5"/>
    <w:rsid w:val="003C4034"/>
    <w:rsid w:val="003E3683"/>
    <w:rsid w:val="00545322"/>
    <w:rsid w:val="005515C2"/>
    <w:rsid w:val="00571DA9"/>
    <w:rsid w:val="006D20E0"/>
    <w:rsid w:val="006E19CD"/>
    <w:rsid w:val="007028FE"/>
    <w:rsid w:val="008D62C8"/>
    <w:rsid w:val="00965C3C"/>
    <w:rsid w:val="00B87E48"/>
    <w:rsid w:val="00C16156"/>
    <w:rsid w:val="00C36942"/>
    <w:rsid w:val="00C97849"/>
    <w:rsid w:val="00CB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15F7E9-DC88-47C4-BF20-3DC6941D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A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microsoft.com/office/2007/relationships/hdphoto" Target="media/hdphoto1.wd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akely\AppData\Roaming\Microsoft\Templates\LiveContent\15\Managed\Word%20Document%20Bibliography%20Styles\TC102786999%5b%5bfn=Single%20spaced%20(blank)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5F73C-3F8D-489A-A0EE-F4726FB8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 (blank)]]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Blakely, Caitlin</dc:creator>
  <cp:keywords/>
  <dc:description/>
  <cp:lastModifiedBy>Blakely, Caitlin</cp:lastModifiedBy>
  <cp:revision>2</cp:revision>
  <cp:lastPrinted>2015-02-09T14:43:00Z</cp:lastPrinted>
  <dcterms:created xsi:type="dcterms:W3CDTF">2015-03-03T14:09:00Z</dcterms:created>
  <dcterms:modified xsi:type="dcterms:W3CDTF">2015-03-03T14:09:00Z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